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AF8" w:rsidRDefault="00850AF8" w:rsidP="00C82E76">
      <w:pPr>
        <w:ind w:right="-285" w:firstLine="3969"/>
        <w:rPr>
          <w:sz w:val="32"/>
        </w:rPr>
      </w:pPr>
      <w:r>
        <w:rPr>
          <w:color w:val="FFFF00"/>
        </w:rPr>
        <w:t xml:space="preserve">   </w:t>
      </w:r>
      <w:r w:rsidRPr="00E615EB">
        <w:rPr>
          <w:color w:val="FFFF0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5" o:title=""/>
          </v:shape>
          <o:OLEObject Type="Embed" ProgID="Word.Picture.8" ShapeID="_x0000_i1025" DrawAspect="Content" ObjectID="_1554883861" r:id="rId6"/>
        </w:object>
      </w:r>
    </w:p>
    <w:p w:rsidR="00850AF8" w:rsidRDefault="00850AF8" w:rsidP="00C82E76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850AF8" w:rsidRDefault="00850AF8" w:rsidP="00C82E76">
      <w:pPr>
        <w:pStyle w:val="Subtitle"/>
        <w:tabs>
          <w:tab w:val="left" w:pos="5387"/>
        </w:tabs>
      </w:pPr>
      <w:r>
        <w:t>Брянская область</w:t>
      </w:r>
    </w:p>
    <w:p w:rsidR="00850AF8" w:rsidRDefault="00850AF8" w:rsidP="00C82E76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850AF8" w:rsidRDefault="00850AF8" w:rsidP="00C82E76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850AF8" w:rsidRDefault="00850AF8" w:rsidP="00C82E76">
      <w:pPr>
        <w:pStyle w:val="Subtitle"/>
        <w:tabs>
          <w:tab w:val="left" w:pos="2127"/>
        </w:tabs>
      </w:pPr>
      <w:r>
        <w:t>РЕШЕНИЕ</w:t>
      </w:r>
    </w:p>
    <w:p w:rsidR="00850AF8" w:rsidRPr="00C82E76" w:rsidRDefault="00850AF8" w:rsidP="00C82E76">
      <w:pPr>
        <w:jc w:val="right"/>
        <w:rPr>
          <w:b/>
          <w:sz w:val="28"/>
          <w:szCs w:val="28"/>
          <w:u w:val="single"/>
        </w:rPr>
      </w:pPr>
      <w:r w:rsidRPr="00C82E76">
        <w:rPr>
          <w:b/>
          <w:sz w:val="28"/>
          <w:szCs w:val="28"/>
          <w:u w:val="single"/>
        </w:rPr>
        <w:t>проект</w:t>
      </w:r>
    </w:p>
    <w:p w:rsidR="00850AF8" w:rsidRDefault="00850AF8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>« ___ » ____________ 201</w:t>
      </w:r>
      <w:r>
        <w:rPr>
          <w:sz w:val="28"/>
          <w:szCs w:val="28"/>
        </w:rPr>
        <w:t>7</w:t>
      </w:r>
      <w:r w:rsidRPr="00AB6498">
        <w:rPr>
          <w:sz w:val="28"/>
          <w:szCs w:val="28"/>
        </w:rPr>
        <w:t xml:space="preserve"> года  №_______   </w:t>
      </w:r>
    </w:p>
    <w:p w:rsidR="00850AF8" w:rsidRDefault="00850AF8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850AF8" w:rsidRDefault="00850AF8" w:rsidP="00AB6498">
      <w:pPr>
        <w:rPr>
          <w:sz w:val="28"/>
          <w:szCs w:val="28"/>
        </w:rPr>
      </w:pPr>
    </w:p>
    <w:p w:rsidR="00850AF8" w:rsidRDefault="00850AF8" w:rsidP="00C82E76">
      <w:pPr>
        <w:ind w:right="5754"/>
        <w:jc w:val="both"/>
        <w:rPr>
          <w:sz w:val="28"/>
          <w:szCs w:val="28"/>
        </w:rPr>
      </w:pPr>
      <w:r>
        <w:rPr>
          <w:sz w:val="28"/>
          <w:szCs w:val="28"/>
        </w:rPr>
        <w:t>«Об исполнении  бюджета Мглинского муниципального  района за 2016 год»</w:t>
      </w:r>
    </w:p>
    <w:p w:rsidR="00850AF8" w:rsidRDefault="00850AF8" w:rsidP="00AB6498">
      <w:pPr>
        <w:rPr>
          <w:sz w:val="28"/>
          <w:szCs w:val="28"/>
        </w:rPr>
      </w:pPr>
    </w:p>
    <w:p w:rsidR="00850AF8" w:rsidRDefault="00850AF8" w:rsidP="00AB6498">
      <w:pPr>
        <w:rPr>
          <w:sz w:val="28"/>
          <w:szCs w:val="28"/>
        </w:rPr>
      </w:pPr>
    </w:p>
    <w:p w:rsidR="00850AF8" w:rsidRPr="00D437FA" w:rsidRDefault="00850AF8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265 638 838,65 рубля, по расходам  в сумме 257 884 845,73 рублей с превышением доходов над расходами  (профицит бюджета муниципального района) в сумме 7 753 992,92 рубля и со следующими показателями:</w:t>
      </w: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2016 год по кодам классификации доходов бюджетов согласно приложению 1 к настоящему решению;</w:t>
      </w: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 муниципального района за 2016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2016 год по ведомственной структуре расходов бюджета муниципального района  согласно приложению 3 к настоящему решению;</w:t>
      </w: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2016 год по разделам и подразделам классификации расходов бюджетов согласно приложению 4 к настоящему решению;</w:t>
      </w: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2016 год по кодам классификации источников финансирования дефицитов бюджетов согласно приложению 5 к настоящему решению;</w:t>
      </w: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 источников финансирования дефицита бюджета муниципального района за 2016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850AF8" w:rsidRDefault="00850AF8" w:rsidP="006224F1">
      <w:pPr>
        <w:pStyle w:val="ListParagraph"/>
        <w:ind w:left="0"/>
        <w:jc w:val="both"/>
        <w:rPr>
          <w:sz w:val="28"/>
          <w:szCs w:val="28"/>
        </w:rPr>
      </w:pPr>
    </w:p>
    <w:p w:rsidR="00850AF8" w:rsidRPr="009F2290" w:rsidRDefault="00850AF8" w:rsidP="006224F1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850AF8" w:rsidRDefault="00850AF8" w:rsidP="006224F1">
      <w:pPr>
        <w:pStyle w:val="ListParagraph"/>
        <w:ind w:left="142"/>
        <w:jc w:val="both"/>
        <w:rPr>
          <w:sz w:val="28"/>
          <w:szCs w:val="28"/>
        </w:rPr>
      </w:pPr>
    </w:p>
    <w:p w:rsidR="00850AF8" w:rsidRDefault="00850AF8" w:rsidP="00732AB2">
      <w:pPr>
        <w:pStyle w:val="ListParagraph"/>
        <w:rPr>
          <w:sz w:val="28"/>
          <w:szCs w:val="28"/>
        </w:rPr>
      </w:pPr>
    </w:p>
    <w:p w:rsidR="00850AF8" w:rsidRDefault="00850AF8" w:rsidP="00732AB2">
      <w:pPr>
        <w:pStyle w:val="ListParagraph"/>
        <w:rPr>
          <w:sz w:val="28"/>
          <w:szCs w:val="28"/>
        </w:rPr>
      </w:pPr>
    </w:p>
    <w:p w:rsidR="00850AF8" w:rsidRDefault="00850AF8" w:rsidP="00732AB2">
      <w:pPr>
        <w:pStyle w:val="ListParagraph"/>
        <w:rPr>
          <w:sz w:val="28"/>
          <w:szCs w:val="28"/>
        </w:rPr>
      </w:pPr>
    </w:p>
    <w:p w:rsidR="00850AF8" w:rsidRPr="00732AB2" w:rsidRDefault="00850AF8" w:rsidP="00732AB2">
      <w:pPr>
        <w:pStyle w:val="ListParagraph"/>
        <w:rPr>
          <w:sz w:val="28"/>
          <w:szCs w:val="28"/>
        </w:rPr>
      </w:pPr>
    </w:p>
    <w:p w:rsidR="00850AF8" w:rsidRPr="00732AB2" w:rsidRDefault="00850AF8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Н.В.Воликова</w:t>
      </w:r>
    </w:p>
    <w:p w:rsidR="00850AF8" w:rsidRPr="006B4814" w:rsidRDefault="00850AF8" w:rsidP="00732AB2">
      <w:pPr>
        <w:pStyle w:val="ListParagraph"/>
        <w:ind w:left="1004"/>
        <w:jc w:val="both"/>
        <w:rPr>
          <w:sz w:val="28"/>
          <w:szCs w:val="28"/>
        </w:rPr>
      </w:pPr>
    </w:p>
    <w:p w:rsidR="00850AF8" w:rsidRPr="006B4814" w:rsidRDefault="00850AF8" w:rsidP="00732AB2">
      <w:pPr>
        <w:pStyle w:val="ListParagraph"/>
        <w:ind w:left="1004"/>
        <w:jc w:val="both"/>
        <w:rPr>
          <w:sz w:val="28"/>
          <w:szCs w:val="28"/>
        </w:rPr>
      </w:pPr>
    </w:p>
    <w:p w:rsidR="00850AF8" w:rsidRPr="006B4814" w:rsidRDefault="00850AF8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850AF8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26D8D"/>
    <w:rsid w:val="000411B5"/>
    <w:rsid w:val="001045CD"/>
    <w:rsid w:val="001B13D6"/>
    <w:rsid w:val="00350E9E"/>
    <w:rsid w:val="003962A0"/>
    <w:rsid w:val="004A27BB"/>
    <w:rsid w:val="004D68E6"/>
    <w:rsid w:val="004F4495"/>
    <w:rsid w:val="005762F5"/>
    <w:rsid w:val="00586B03"/>
    <w:rsid w:val="005B15AB"/>
    <w:rsid w:val="005D3735"/>
    <w:rsid w:val="00600379"/>
    <w:rsid w:val="0061379B"/>
    <w:rsid w:val="006224F1"/>
    <w:rsid w:val="00637241"/>
    <w:rsid w:val="0068798F"/>
    <w:rsid w:val="006B4814"/>
    <w:rsid w:val="006C7853"/>
    <w:rsid w:val="006F7CFD"/>
    <w:rsid w:val="00706CF1"/>
    <w:rsid w:val="00732AB2"/>
    <w:rsid w:val="00850AF8"/>
    <w:rsid w:val="009F2290"/>
    <w:rsid w:val="00A058C2"/>
    <w:rsid w:val="00A6735D"/>
    <w:rsid w:val="00A67F45"/>
    <w:rsid w:val="00AB6498"/>
    <w:rsid w:val="00AB6C6C"/>
    <w:rsid w:val="00B34ADC"/>
    <w:rsid w:val="00B829A7"/>
    <w:rsid w:val="00B861BF"/>
    <w:rsid w:val="00BE617C"/>
    <w:rsid w:val="00BF0FB1"/>
    <w:rsid w:val="00C174D9"/>
    <w:rsid w:val="00C82E76"/>
    <w:rsid w:val="00CC5C83"/>
    <w:rsid w:val="00CE41C8"/>
    <w:rsid w:val="00D33D19"/>
    <w:rsid w:val="00D437FA"/>
    <w:rsid w:val="00DA2573"/>
    <w:rsid w:val="00E54F8F"/>
    <w:rsid w:val="00E615BE"/>
    <w:rsid w:val="00E615EB"/>
    <w:rsid w:val="00E74184"/>
    <w:rsid w:val="00E91CB7"/>
    <w:rsid w:val="00EF17AF"/>
    <w:rsid w:val="00EF4C3F"/>
    <w:rsid w:val="00F9770F"/>
    <w:rsid w:val="00FB2C9D"/>
    <w:rsid w:val="00FB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C82E76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9B13E8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C82E76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9B13E8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284</Words>
  <Characters>1621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2017-04-28T07:24:00Z</cp:lastPrinted>
  <dcterms:created xsi:type="dcterms:W3CDTF">2017-03-22T12:56:00Z</dcterms:created>
  <dcterms:modified xsi:type="dcterms:W3CDTF">2017-04-28T07:25:00Z</dcterms:modified>
</cp:coreProperties>
</file>